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5E367ABA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0B4C427" wp14:editId="61D6007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002337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5153D76F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187CB117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02A28B30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C25D0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B77659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1E80CA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B4C42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5002337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5153D76F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187CB117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02A28B30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C25D0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B77659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1E80CA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3BB12742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B0F0EA1" w14:textId="0BA29A6B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2C7965">
              <w:rPr>
                <w:rFonts w:ascii="Georgia" w:eastAsia="Calibri" w:hAnsi="Georgia" w:cs="Calibri"/>
                <w:b/>
                <w:sz w:val="20"/>
                <w:szCs w:val="20"/>
              </w:rPr>
              <w:t>6 –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2C7965" w:rsidRPr="002C7965">
              <w:rPr>
                <w:rFonts w:ascii="Georgia" w:eastAsia="Calibri" w:hAnsi="Georgia" w:cs="Calibri"/>
                <w:b/>
                <w:sz w:val="20"/>
                <w:szCs w:val="20"/>
              </w:rPr>
              <w:t>DICHIARAZIONE DOCUMENTAZIONE COPERTA DA RISERVATEZZA</w:t>
            </w:r>
          </w:p>
        </w:tc>
      </w:tr>
      <w:tr w:rsidR="00A30C82" w:rsidRPr="006E1344" w14:paraId="0FC1D53E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877148" w14:textId="77777777" w:rsidR="007D02B6" w:rsidRPr="007D02B6" w:rsidRDefault="007D02B6" w:rsidP="007D02B6">
            <w:pPr>
              <w:widowControl w:val="0"/>
              <w:spacing w:before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</w:p>
          <w:p w14:paraId="163BD0B1" w14:textId="2E7B9F1C" w:rsidR="00A30C82" w:rsidRPr="006E1344" w:rsidRDefault="007D02B6" w:rsidP="002C796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7D02B6"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  <w:t>APPALTO SPECIFICO MULTILOTTO INDETTO NELL’AMBITO DEL SISTEMA DINAMICO DI ACQUISIZIONE DELLA PUBBLICA AMMINISTRAZIONE PER LA FORNITURA DI ARREDI</w:t>
            </w:r>
            <w:r w:rsidR="002C7965"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7D02B6"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  <w:t>PER LA STIPULA DI UN ACCORDO QUADRO CON UNICO OPERATORE ECONOMICO PER LA FORNITURA DI ARREDI</w:t>
            </w:r>
          </w:p>
        </w:tc>
      </w:tr>
      <w:tr w:rsidR="00792BF9" w:rsidRPr="006E1344" w14:paraId="1D822E65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A1E752E" w14:textId="2040E3AE" w:rsidR="00F64ECC" w:rsidRPr="006E1344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7D042E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2C7965" w:rsidRPr="002C7965">
              <w:rPr>
                <w:rFonts w:ascii="Georgia" w:eastAsia="Calibri" w:hAnsi="Georgia" w:cs="Calibri"/>
                <w:b/>
                <w:i/>
                <w:iCs/>
                <w:sz w:val="20"/>
                <w:szCs w:val="20"/>
              </w:rPr>
              <w:t>[</w:t>
            </w:r>
            <w:r w:rsidR="0073742C">
              <w:rPr>
                <w:rFonts w:ascii="Georgia" w:eastAsia="Calibri" w:hAnsi="Georgia" w:cs="Calibri"/>
                <w:b/>
                <w:i/>
                <w:iCs/>
                <w:sz w:val="20"/>
                <w:szCs w:val="20"/>
              </w:rPr>
              <w:t xml:space="preserve">Denominazione </w:t>
            </w:r>
            <w:r w:rsidR="002C7965" w:rsidRPr="002C7965">
              <w:rPr>
                <w:rFonts w:ascii="Georgia" w:eastAsia="Calibri" w:hAnsi="Georgia" w:cs="Calibri"/>
                <w:b/>
                <w:i/>
                <w:iCs/>
                <w:sz w:val="20"/>
                <w:szCs w:val="20"/>
              </w:rPr>
              <w:t>lotto di partecipazione</w:t>
            </w:r>
            <w:r w:rsidR="0073742C">
              <w:rPr>
                <w:rFonts w:ascii="Georgia" w:eastAsia="Calibri" w:hAnsi="Georgia" w:cs="Calibri"/>
                <w:b/>
                <w:i/>
                <w:iCs/>
                <w:sz w:val="20"/>
                <w:szCs w:val="20"/>
              </w:rPr>
              <w:t xml:space="preserve"> - </w:t>
            </w:r>
            <w:r w:rsidR="0073742C" w:rsidRPr="007D042E">
              <w:rPr>
                <w:rFonts w:ascii="Georgia" w:eastAsia="Calibri" w:hAnsi="Georgia" w:cs="Calibri"/>
                <w:b/>
                <w:sz w:val="20"/>
                <w:szCs w:val="20"/>
              </w:rPr>
              <w:t>CIG</w:t>
            </w:r>
            <w:r w:rsidR="002C7965" w:rsidRPr="002C7965">
              <w:rPr>
                <w:rFonts w:ascii="Georgia" w:eastAsia="Calibri" w:hAnsi="Georgia" w:cs="Calibri"/>
                <w:b/>
                <w:i/>
                <w:iCs/>
                <w:sz w:val="20"/>
                <w:szCs w:val="20"/>
              </w:rPr>
              <w:t>]</w:t>
            </w:r>
          </w:p>
        </w:tc>
      </w:tr>
    </w:tbl>
    <w:p w14:paraId="263A9383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039D29F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3551E2EC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217B4450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0F87CF8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DEE9A5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2DB63795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427F2466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2A42BA8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0F2B9444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15E3AC14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A4D37A8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5F5D114E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6DBF0C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5D46DD70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2AA06BB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4FD0DCC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1AB24B30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4FB1DD8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99ED5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36141B6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6C0078A2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6920D2D7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C5EBF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12ECE138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C779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90775D2" wp14:editId="2E3FE9FC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2C7965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3742C"/>
    <w:rsid w:val="00792BF9"/>
    <w:rsid w:val="007D02B6"/>
    <w:rsid w:val="007D042E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11824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7FC222A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440</Words>
  <Characters>2711</Characters>
  <Application>Microsoft Office Word</Application>
  <DocSecurity>0</DocSecurity>
  <Lines>180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27</cp:revision>
  <dcterms:created xsi:type="dcterms:W3CDTF">2022-03-01T08:21:00Z</dcterms:created>
  <dcterms:modified xsi:type="dcterms:W3CDTF">2024-09-23T15:25:00Z</dcterms:modified>
</cp:coreProperties>
</file>